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957151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57151">
              <w:rPr>
                <w:b/>
                <w:sz w:val="26"/>
                <w:szCs w:val="26"/>
                <w:lang w:val="en-US"/>
              </w:rPr>
              <w:t>203B_208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9D8" w:rsidRPr="00BC69D8" w:rsidRDefault="00957151" w:rsidP="00BC69D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57151">
              <w:rPr>
                <w:b/>
                <w:sz w:val="26"/>
                <w:szCs w:val="26"/>
                <w:lang w:val="en-US"/>
              </w:rPr>
              <w:t>2</w:t>
            </w:r>
            <w:r w:rsidR="00BC69D8">
              <w:rPr>
                <w:b/>
                <w:sz w:val="26"/>
                <w:szCs w:val="26"/>
              </w:rPr>
              <w:t>006525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54054C" w:rsidRPr="002C0290" w:rsidTr="000A1067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54C" w:rsidRPr="002C0290" w:rsidRDefault="0054054C" w:rsidP="000A1067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54C" w:rsidRPr="002C0290" w:rsidRDefault="0054054C" w:rsidP="000A10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54054C" w:rsidRPr="002C0290" w:rsidTr="000A1067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54C" w:rsidRPr="002C0290" w:rsidRDefault="0054054C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54054C" w:rsidRPr="002C0290" w:rsidTr="000A1067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54C" w:rsidRPr="002C0290" w:rsidRDefault="0054054C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54054C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54C" w:rsidRPr="002C0290" w:rsidRDefault="0054054C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«Воронежэнерго»</w:t>
            </w:r>
          </w:p>
        </w:tc>
      </w:tr>
      <w:tr w:rsidR="0054054C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54C" w:rsidRPr="002C0290" w:rsidRDefault="0054054C" w:rsidP="000A106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54054C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54C" w:rsidRPr="002C0290" w:rsidRDefault="0054054C" w:rsidP="000A106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D50FF9">
        <w:rPr>
          <w:b/>
          <w:sz w:val="26"/>
          <w:szCs w:val="26"/>
        </w:rPr>
        <w:t>(</w:t>
      </w:r>
      <w:r w:rsidR="007775C4" w:rsidRPr="00E511DB">
        <w:rPr>
          <w:b/>
          <w:sz w:val="26"/>
          <w:szCs w:val="26"/>
        </w:rPr>
        <w:t>Г</w:t>
      </w:r>
      <w:r w:rsidR="00D50FF9">
        <w:rPr>
          <w:b/>
          <w:sz w:val="26"/>
          <w:szCs w:val="26"/>
        </w:rPr>
        <w:t>айка</w:t>
      </w:r>
      <w:r w:rsidR="007775C4" w:rsidRPr="00E511DB">
        <w:rPr>
          <w:b/>
          <w:sz w:val="26"/>
          <w:szCs w:val="26"/>
        </w:rPr>
        <w:t xml:space="preserve"> М</w:t>
      </w:r>
      <w:proofErr w:type="gramStart"/>
      <w:r w:rsidR="007775C4" w:rsidRPr="00E511DB">
        <w:rPr>
          <w:b/>
          <w:sz w:val="26"/>
          <w:szCs w:val="26"/>
        </w:rPr>
        <w:t>6</w:t>
      </w:r>
      <w:proofErr w:type="gramEnd"/>
      <w:r w:rsidR="007775C4" w:rsidRPr="00E511DB">
        <w:rPr>
          <w:b/>
          <w:sz w:val="26"/>
          <w:szCs w:val="26"/>
        </w:rPr>
        <w:t xml:space="preserve"> </w:t>
      </w:r>
      <w:r w:rsidR="00D50FF9">
        <w:rPr>
          <w:b/>
          <w:sz w:val="26"/>
          <w:szCs w:val="26"/>
        </w:rPr>
        <w:t>оцинкованная)</w:t>
      </w:r>
      <w:r w:rsidR="00E511DB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D50FF9" w:rsidRDefault="00D50FF9" w:rsidP="00D50FF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D50FF9" w:rsidRDefault="00D50FF9" w:rsidP="00D50FF9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D50FF9" w:rsidRDefault="00D50FF9" w:rsidP="00D50FF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50FF9" w:rsidRDefault="00D50FF9" w:rsidP="00D50FF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D50FF9" w:rsidRDefault="00D50FF9" w:rsidP="00D50FF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D50FF9" w:rsidRDefault="00D50FF9" w:rsidP="00D50FF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D50FF9" w:rsidRDefault="00D50FF9" w:rsidP="00D50FF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50FF9" w:rsidRDefault="00D50FF9" w:rsidP="00D50FF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50FF9" w:rsidRDefault="00D50FF9" w:rsidP="00D50FF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D50FF9" w:rsidRDefault="00D50FF9" w:rsidP="00D50FF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D50FF9" w:rsidRDefault="00D50FF9" w:rsidP="00D50FF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</w:t>
      </w:r>
      <w:proofErr w:type="gramStart"/>
      <w:r>
        <w:rPr>
          <w:sz w:val="24"/>
          <w:szCs w:val="24"/>
        </w:rPr>
        <w:t>устанавливающим</w:t>
      </w:r>
      <w:proofErr w:type="gramEnd"/>
      <w:r>
        <w:rPr>
          <w:sz w:val="24"/>
          <w:szCs w:val="24"/>
        </w:rPr>
        <w:t xml:space="preserve"> требования к качеству и экологической безопасности продукции. </w:t>
      </w:r>
    </w:p>
    <w:p w:rsidR="00D50FF9" w:rsidRDefault="00D50FF9" w:rsidP="00D50FF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2.2.Участник закупочных процедур на право заключения договора на поставку метизов для нужд </w:t>
      </w:r>
      <w:r w:rsidR="0054054C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50FF9" w:rsidRDefault="00D50FF9" w:rsidP="00D50FF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D50FF9" w:rsidRDefault="00D50FF9" w:rsidP="00D50FF9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D50FF9" w:rsidRDefault="00D50FF9" w:rsidP="00D50FF9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D50FF9" w:rsidRDefault="00D50FF9" w:rsidP="00D50FF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D50FF9" w:rsidRDefault="00D50FF9" w:rsidP="00D50FF9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D50FF9" w:rsidRDefault="00D50FF9" w:rsidP="00D50FF9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D50FF9" w:rsidRDefault="00D50FF9" w:rsidP="00D50FF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50FF9" w:rsidRDefault="00D50FF9" w:rsidP="00D50FF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D50FF9" w:rsidRDefault="00D50FF9" w:rsidP="00D50FF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D50FF9" w:rsidRDefault="00D50FF9" w:rsidP="00D50FF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D50FF9" w:rsidRDefault="00D50FF9" w:rsidP="00D50FF9">
      <w:pPr>
        <w:spacing w:line="276" w:lineRule="auto"/>
        <w:rPr>
          <w:sz w:val="24"/>
          <w:szCs w:val="24"/>
        </w:rPr>
      </w:pPr>
    </w:p>
    <w:p w:rsidR="00D50FF9" w:rsidRDefault="00D50FF9" w:rsidP="00D50FF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50FF9" w:rsidRDefault="00D50FF9" w:rsidP="00D50FF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D50FF9" w:rsidRDefault="00D50FF9" w:rsidP="00D50FF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50FF9" w:rsidRDefault="00D50FF9" w:rsidP="00D50FF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50FF9" w:rsidRDefault="00D50FF9" w:rsidP="00D50FF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D50FF9" w:rsidRDefault="00D50FF9" w:rsidP="00D50FF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50FF9" w:rsidRDefault="00D50FF9" w:rsidP="00D50FF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D50FF9" w:rsidRDefault="00D50FF9" w:rsidP="00D50FF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D50FF9" w:rsidRDefault="00D50FF9" w:rsidP="00D50FF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D50FF9" w:rsidRDefault="00D50FF9" w:rsidP="00D50FF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D50FF9" w:rsidRDefault="00D50FF9" w:rsidP="00D50FF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D50FF9" w:rsidRDefault="00D50FF9" w:rsidP="00D50FF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D50FF9" w:rsidRDefault="00D50FF9" w:rsidP="00D50FF9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D50FF9" w:rsidRDefault="00D50FF9" w:rsidP="00D50FF9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D50FF9" w:rsidRDefault="00D50FF9" w:rsidP="00D50FF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54054C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D50FF9" w:rsidRDefault="00D50FF9" w:rsidP="00D50FF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50FF9" w:rsidRDefault="00D50FF9" w:rsidP="00D50FF9">
      <w:pPr>
        <w:rPr>
          <w:sz w:val="26"/>
          <w:szCs w:val="26"/>
        </w:rPr>
      </w:pPr>
    </w:p>
    <w:p w:rsidR="00D50FF9" w:rsidRDefault="00D50FF9" w:rsidP="00D50FF9">
      <w:pPr>
        <w:rPr>
          <w:sz w:val="26"/>
          <w:szCs w:val="26"/>
        </w:rPr>
      </w:pPr>
    </w:p>
    <w:p w:rsidR="0054054C" w:rsidRDefault="0054054C" w:rsidP="00D50FF9">
      <w:pPr>
        <w:rPr>
          <w:sz w:val="26"/>
          <w:szCs w:val="26"/>
        </w:rPr>
      </w:pPr>
    </w:p>
    <w:p w:rsidR="0054054C" w:rsidRDefault="0054054C" w:rsidP="00D50FF9">
      <w:pPr>
        <w:rPr>
          <w:sz w:val="26"/>
          <w:szCs w:val="26"/>
        </w:rPr>
      </w:pPr>
    </w:p>
    <w:p w:rsidR="0054054C" w:rsidRDefault="0054054C" w:rsidP="00D50FF9">
      <w:pPr>
        <w:rPr>
          <w:sz w:val="26"/>
          <w:szCs w:val="26"/>
        </w:rPr>
      </w:pPr>
    </w:p>
    <w:p w:rsidR="0054054C" w:rsidRDefault="0054054C" w:rsidP="00D50FF9">
      <w:pPr>
        <w:rPr>
          <w:sz w:val="26"/>
          <w:szCs w:val="26"/>
        </w:rPr>
      </w:pPr>
    </w:p>
    <w:p w:rsidR="0054054C" w:rsidRPr="00CB6078" w:rsidRDefault="0054054C" w:rsidP="0054054C">
      <w:pPr>
        <w:ind w:firstLine="0"/>
        <w:rPr>
          <w:sz w:val="26"/>
          <w:szCs w:val="26"/>
        </w:rPr>
      </w:pPr>
      <w:r>
        <w:rPr>
          <w:b/>
          <w:sz w:val="26"/>
          <w:szCs w:val="26"/>
        </w:rPr>
        <w:t xml:space="preserve">     </w:t>
      </w: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D50FF9" w:rsidRDefault="00D50FF9" w:rsidP="00D50FF9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697DC5" w:rsidRDefault="008F73A3" w:rsidP="00D50FF9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  <w:bookmarkStart w:id="1" w:name="_GoBack"/>
      <w:bookmarkEnd w:id="1"/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950" w:rsidRDefault="009D3950">
      <w:r>
        <w:separator/>
      </w:r>
    </w:p>
  </w:endnote>
  <w:endnote w:type="continuationSeparator" w:id="0">
    <w:p w:rsidR="009D3950" w:rsidRDefault="009D39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950" w:rsidRDefault="009D3950">
      <w:r>
        <w:separator/>
      </w:r>
    </w:p>
  </w:footnote>
  <w:footnote w:type="continuationSeparator" w:id="0">
    <w:p w:rsidR="009D3950" w:rsidRDefault="009D39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6338F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75C4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55B7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6B2D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3526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337F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054C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8F2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10A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586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5C4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151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950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9D8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0FF9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11DB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4D1E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2BBBF-F27A-489A-9CC0-87AA2B743263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35128F-2DF6-4E97-9FAD-7EE17C80F0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30A8FE-53D5-4C9F-AC97-30544903E8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BAAB0A-E436-4586-AF03-49B94E311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708</Words>
  <Characters>5135</Characters>
  <Application>Microsoft Office Word</Application>
  <DocSecurity>4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Aleksandrov_IM</cp:lastModifiedBy>
  <cp:revision>2</cp:revision>
  <cp:lastPrinted>2010-09-30T13:29:00Z</cp:lastPrinted>
  <dcterms:created xsi:type="dcterms:W3CDTF">2016-09-28T10:00:00Z</dcterms:created>
  <dcterms:modified xsi:type="dcterms:W3CDTF">2016-09-28T10:00:00Z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